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31FC9" w:rsidR="006E5D65" w:rsidP="1A44D359" w:rsidRDefault="00997F14" w14:paraId="1A7D4141" w14:textId="2D5CD9F8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A44D359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A44D359" w:rsidR="00D8678B">
        <w:rPr>
          <w:rFonts w:ascii="Corbel" w:hAnsi="Corbel"/>
          <w:i w:val="1"/>
          <w:iCs w:val="1"/>
        </w:rPr>
        <w:t xml:space="preserve">Załącznik nr </w:t>
      </w:r>
      <w:r w:rsidRPr="1A44D359" w:rsidR="006F31E2">
        <w:rPr>
          <w:rFonts w:ascii="Corbel" w:hAnsi="Corbel"/>
          <w:i w:val="1"/>
          <w:iCs w:val="1"/>
        </w:rPr>
        <w:t>1.5</w:t>
      </w:r>
      <w:r w:rsidRPr="1A44D359" w:rsidR="00D8678B">
        <w:rPr>
          <w:rFonts w:ascii="Corbel" w:hAnsi="Corbel"/>
          <w:i w:val="1"/>
          <w:iCs w:val="1"/>
        </w:rPr>
        <w:t xml:space="preserve"> do Zarządzenia</w:t>
      </w:r>
      <w:r w:rsidRPr="1A44D359" w:rsidR="002A22BF">
        <w:rPr>
          <w:rFonts w:ascii="Corbel" w:hAnsi="Corbel"/>
          <w:i w:val="1"/>
          <w:iCs w:val="1"/>
        </w:rPr>
        <w:t xml:space="preserve"> Rektora </w:t>
      </w:r>
      <w:r w:rsidRPr="1A44D359" w:rsidR="002A22BF">
        <w:rPr>
          <w:rFonts w:ascii="Corbel" w:hAnsi="Corbel"/>
          <w:i w:val="1"/>
          <w:iCs w:val="1"/>
        </w:rPr>
        <w:t xml:space="preserve">UR </w:t>
      </w:r>
      <w:r w:rsidRPr="1A44D359" w:rsidR="00CD6897">
        <w:rPr>
          <w:rFonts w:ascii="Corbel" w:hAnsi="Corbel"/>
          <w:i w:val="1"/>
          <w:iCs w:val="1"/>
        </w:rPr>
        <w:t>nr</w:t>
      </w:r>
      <w:r w:rsidRPr="1A44D359" w:rsidR="00CD6897">
        <w:rPr>
          <w:rFonts w:ascii="Corbel" w:hAnsi="Corbel"/>
          <w:i w:val="1"/>
          <w:iCs w:val="1"/>
        </w:rPr>
        <w:t xml:space="preserve"> </w:t>
      </w:r>
      <w:r w:rsidRPr="1A44D359" w:rsidR="00561C2A">
        <w:rPr>
          <w:rFonts w:ascii="Corbel" w:hAnsi="Corbel"/>
          <w:i w:val="1"/>
          <w:iCs w:val="1"/>
        </w:rPr>
        <w:t>7</w:t>
      </w:r>
      <w:r w:rsidRPr="1A44D359" w:rsidR="00F17567">
        <w:rPr>
          <w:rFonts w:ascii="Corbel" w:hAnsi="Corbel"/>
          <w:i w:val="1"/>
          <w:iCs w:val="1"/>
        </w:rPr>
        <w:t>/20</w:t>
      </w:r>
      <w:r w:rsidRPr="1A44D359" w:rsidR="00561C2A">
        <w:rPr>
          <w:rFonts w:ascii="Corbel" w:hAnsi="Corbel"/>
          <w:i w:val="1"/>
          <w:iCs w:val="1"/>
        </w:rPr>
        <w:t>23</w:t>
      </w:r>
    </w:p>
    <w:p w:rsidRPr="00731FC9" w:rsidR="0085747A" w:rsidP="009C54AE" w:rsidRDefault="0085747A" w14:paraId="523D23A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SYLABUS</w:t>
      </w:r>
    </w:p>
    <w:p w:rsidRPr="00731FC9" w:rsidR="0085747A" w:rsidP="00EA4832" w:rsidRDefault="0071620A" w14:paraId="0E8E34C9" w14:textId="5B9B49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31FC9">
        <w:rPr>
          <w:rFonts w:ascii="Corbel" w:hAnsi="Corbel"/>
          <w:b/>
          <w:smallCaps/>
          <w:sz w:val="24"/>
          <w:szCs w:val="24"/>
        </w:rPr>
        <w:t>dotyczy cyklu kształcenia</w:t>
      </w:r>
      <w:r w:rsidRPr="00731FC9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D058C">
        <w:rPr>
          <w:rFonts w:ascii="Corbel" w:hAnsi="Corbel"/>
          <w:i/>
          <w:smallCaps/>
          <w:sz w:val="24"/>
          <w:szCs w:val="24"/>
        </w:rPr>
        <w:t>202</w:t>
      </w:r>
      <w:r w:rsidR="00C7582D">
        <w:rPr>
          <w:rFonts w:ascii="Corbel" w:hAnsi="Corbel"/>
          <w:i/>
          <w:smallCaps/>
          <w:sz w:val="24"/>
          <w:szCs w:val="24"/>
        </w:rPr>
        <w:t>4</w:t>
      </w:r>
      <w:r w:rsidR="00CD058C">
        <w:rPr>
          <w:rFonts w:ascii="Corbel" w:hAnsi="Corbel"/>
          <w:i/>
          <w:smallCaps/>
          <w:sz w:val="24"/>
          <w:szCs w:val="24"/>
        </w:rPr>
        <w:t>–202</w:t>
      </w:r>
      <w:r w:rsidR="00C7582D">
        <w:rPr>
          <w:rFonts w:ascii="Corbel" w:hAnsi="Corbel"/>
          <w:i/>
          <w:smallCaps/>
          <w:sz w:val="24"/>
          <w:szCs w:val="24"/>
        </w:rPr>
        <w:t>7</w:t>
      </w:r>
    </w:p>
    <w:p w:rsidRPr="00731FC9" w:rsidR="0085747A" w:rsidP="00EA4832" w:rsidRDefault="00EA4832" w14:paraId="008BB873" w14:textId="15EA9EC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31F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CD058C">
        <w:rPr>
          <w:rFonts w:ascii="Corbel" w:hAnsi="Corbel"/>
          <w:i/>
          <w:sz w:val="24"/>
          <w:szCs w:val="24"/>
        </w:rPr>
        <w:tab/>
      </w:r>
      <w:r w:rsidRPr="00731FC9" w:rsidR="0085747A">
        <w:rPr>
          <w:rFonts w:ascii="Corbel" w:hAnsi="Corbel"/>
          <w:i/>
          <w:sz w:val="20"/>
          <w:szCs w:val="20"/>
        </w:rPr>
        <w:t>(skrajne daty</w:t>
      </w:r>
      <w:r w:rsidRPr="00731FC9" w:rsidR="0085747A">
        <w:rPr>
          <w:rFonts w:ascii="Corbel" w:hAnsi="Corbel"/>
          <w:sz w:val="20"/>
          <w:szCs w:val="20"/>
        </w:rPr>
        <w:t>)</w:t>
      </w:r>
    </w:p>
    <w:p w:rsidRPr="00731FC9" w:rsidR="00445970" w:rsidP="00EA4832" w:rsidRDefault="00CD058C" w14:paraId="0B2FB473" w14:textId="0653C31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731FC9" w:rsidR="00445970">
        <w:rPr>
          <w:rFonts w:ascii="Corbel" w:hAnsi="Corbel"/>
          <w:sz w:val="20"/>
          <w:szCs w:val="20"/>
        </w:rPr>
        <w:tab/>
      </w:r>
      <w:r w:rsidRPr="00731FC9" w:rsidR="00445970">
        <w:rPr>
          <w:rFonts w:ascii="Corbel" w:hAnsi="Corbel"/>
          <w:sz w:val="20"/>
          <w:szCs w:val="20"/>
        </w:rPr>
        <w:tab/>
      </w:r>
      <w:r w:rsidRPr="00731FC9" w:rsidR="00445970">
        <w:rPr>
          <w:rFonts w:ascii="Corbel" w:hAnsi="Corbel"/>
          <w:sz w:val="20"/>
          <w:szCs w:val="20"/>
        </w:rPr>
        <w:tab/>
      </w:r>
      <w:r w:rsidRPr="00731FC9" w:rsidR="00445970">
        <w:rPr>
          <w:rFonts w:ascii="Corbel" w:hAnsi="Corbel"/>
          <w:sz w:val="20"/>
          <w:szCs w:val="20"/>
        </w:rPr>
        <w:tab/>
      </w:r>
      <w:r w:rsidRPr="00731FC9" w:rsidR="00445970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C7582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C7582D">
        <w:rPr>
          <w:rFonts w:ascii="Corbel" w:hAnsi="Corbel"/>
          <w:sz w:val="20"/>
          <w:szCs w:val="20"/>
        </w:rPr>
        <w:t>7</w:t>
      </w:r>
    </w:p>
    <w:p w:rsidRPr="00731FC9" w:rsidR="0085747A" w:rsidP="009C54AE" w:rsidRDefault="0085747A" w14:paraId="402A5AB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731FC9" w:rsidR="0085747A" w:rsidP="009C54AE" w:rsidRDefault="0071620A" w14:paraId="33E834D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31FC9">
        <w:rPr>
          <w:rFonts w:ascii="Corbel" w:hAnsi="Corbel"/>
          <w:szCs w:val="24"/>
        </w:rPr>
        <w:t xml:space="preserve">1. </w:t>
      </w:r>
      <w:r w:rsidRPr="00731FC9" w:rsidR="0085747A">
        <w:rPr>
          <w:rFonts w:ascii="Corbel" w:hAnsi="Corbel"/>
          <w:szCs w:val="24"/>
        </w:rPr>
        <w:t xml:space="preserve">Podstawowe </w:t>
      </w:r>
      <w:r w:rsidRPr="00731FC9" w:rsidR="00445970">
        <w:rPr>
          <w:rFonts w:ascii="Corbel" w:hAnsi="Corbel"/>
          <w:szCs w:val="24"/>
        </w:rPr>
        <w:t>informacje o przedmiocie</w:t>
      </w:r>
    </w:p>
    <w:tbl>
      <w:tblPr>
        <w:tblW w:w="966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811"/>
      </w:tblGrid>
      <w:tr w:rsidRPr="00731FC9" w:rsidR="0085747A" w:rsidTr="007066CD" w14:paraId="44F470EB" w14:textId="77777777">
        <w:tc>
          <w:tcPr>
            <w:tcW w:w="3857" w:type="dxa"/>
            <w:vAlign w:val="center"/>
          </w:tcPr>
          <w:p w:rsidRPr="00731FC9" w:rsidR="0085747A" w:rsidP="009C54AE" w:rsidRDefault="00C05F44" w14:paraId="6E4081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811" w:type="dxa"/>
            <w:vAlign w:val="center"/>
          </w:tcPr>
          <w:p w:rsidRPr="00CD058C" w:rsidR="0085747A" w:rsidP="009C54AE" w:rsidRDefault="00CB37B5" w14:paraId="3BA5066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058C">
              <w:rPr>
                <w:rFonts w:ascii="Corbel" w:hAnsi="Corbel"/>
                <w:sz w:val="24"/>
                <w:szCs w:val="24"/>
              </w:rPr>
              <w:t>Pozyskiwanie funduszy na realizację projektów społecznych</w:t>
            </w:r>
          </w:p>
        </w:tc>
      </w:tr>
      <w:tr w:rsidRPr="00731FC9" w:rsidR="0085747A" w:rsidTr="007066CD" w14:paraId="34C40395" w14:textId="77777777">
        <w:tc>
          <w:tcPr>
            <w:tcW w:w="3857" w:type="dxa"/>
            <w:vAlign w:val="center"/>
          </w:tcPr>
          <w:p w:rsidRPr="00731FC9" w:rsidR="0085747A" w:rsidP="009C54AE" w:rsidRDefault="00C05F44" w14:paraId="709CC1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Kod przedmiotu</w:t>
            </w:r>
            <w:r w:rsidRPr="00731FC9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CB37B5" w14:paraId="48C12562" w14:textId="4483D0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37B5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 w:rsidR="00101CF8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C7582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731FC9" w:rsidR="0085747A" w:rsidTr="007066CD" w14:paraId="432AA08B" w14:textId="77777777">
        <w:tc>
          <w:tcPr>
            <w:tcW w:w="3857" w:type="dxa"/>
            <w:vAlign w:val="center"/>
          </w:tcPr>
          <w:p w:rsidRPr="00731FC9" w:rsidR="0085747A" w:rsidP="00EA4832" w:rsidRDefault="0085747A" w14:paraId="5ECA42F1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</w:t>
            </w:r>
            <w:r w:rsidRPr="00731FC9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2A330C" w14:paraId="1077134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731FC9" w:rsidR="0085747A" w:rsidTr="007066CD" w14:paraId="5F0AE01F" w14:textId="77777777">
        <w:tc>
          <w:tcPr>
            <w:tcW w:w="3857" w:type="dxa"/>
            <w:vAlign w:val="center"/>
          </w:tcPr>
          <w:p w:rsidRPr="00731FC9" w:rsidR="0085747A" w:rsidP="009C54AE" w:rsidRDefault="0085747A" w14:paraId="555DDE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7066CD" w14:paraId="0D3FAE35" w14:textId="395887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66C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731FC9" w:rsidR="0085747A" w:rsidTr="007066CD" w14:paraId="25DD27DB" w14:textId="77777777">
        <w:tc>
          <w:tcPr>
            <w:tcW w:w="3857" w:type="dxa"/>
            <w:vAlign w:val="center"/>
          </w:tcPr>
          <w:p w:rsidRPr="00731FC9" w:rsidR="0085747A" w:rsidP="009C54AE" w:rsidRDefault="0085747A" w14:paraId="3F45004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475FE6" w14:paraId="552920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731FC9" w:rsidR="0085747A" w:rsidTr="007066CD" w14:paraId="0A975FA2" w14:textId="77777777">
        <w:tc>
          <w:tcPr>
            <w:tcW w:w="3857" w:type="dxa"/>
            <w:vAlign w:val="center"/>
          </w:tcPr>
          <w:p w:rsidRPr="00731FC9" w:rsidR="0085747A" w:rsidP="009C54AE" w:rsidRDefault="00DE4A14" w14:paraId="304EB0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2A330C" w14:paraId="55E6996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31FC9" w:rsidR="00475FE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Pr="00731FC9" w:rsidR="0085747A" w:rsidTr="007066CD" w14:paraId="3364AC4A" w14:textId="77777777">
        <w:tc>
          <w:tcPr>
            <w:tcW w:w="3857" w:type="dxa"/>
            <w:vAlign w:val="center"/>
          </w:tcPr>
          <w:p w:rsidRPr="00731FC9" w:rsidR="0085747A" w:rsidP="009C54AE" w:rsidRDefault="0085747A" w14:paraId="6C3C763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2A330C" w14:paraId="668FBD7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731FC9" w:rsidR="0085747A" w:rsidTr="007066CD" w14:paraId="25D727DD" w14:textId="77777777">
        <w:tc>
          <w:tcPr>
            <w:tcW w:w="3857" w:type="dxa"/>
            <w:vAlign w:val="center"/>
          </w:tcPr>
          <w:p w:rsidRPr="00731FC9" w:rsidR="0085747A" w:rsidP="009C54AE" w:rsidRDefault="0085747A" w14:paraId="38326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CB37B5" w14:paraId="0139EA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731FC9" w:rsidR="00166C1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731FC9" w:rsidR="0085747A" w:rsidTr="007066CD" w14:paraId="3A5D2BBA" w14:textId="77777777">
        <w:tc>
          <w:tcPr>
            <w:tcW w:w="3857" w:type="dxa"/>
            <w:vAlign w:val="center"/>
          </w:tcPr>
          <w:p w:rsidRPr="00731FC9" w:rsidR="0085747A" w:rsidP="009C54AE" w:rsidRDefault="0085747A" w14:paraId="4A210E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Rok i semestr</w:t>
            </w:r>
            <w:r w:rsidRPr="00731FC9" w:rsidR="0030395F">
              <w:rPr>
                <w:rFonts w:ascii="Corbel" w:hAnsi="Corbel"/>
                <w:sz w:val="24"/>
                <w:szCs w:val="24"/>
              </w:rPr>
              <w:t>/y</w:t>
            </w:r>
            <w:r w:rsidRPr="00731F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2A330C" w14:paraId="71288402" w14:textId="2F6FC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543F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731FC9" w:rsidR="00475FE6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CB37B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731FC9" w:rsidR="0085747A" w:rsidTr="007066CD" w14:paraId="5B86C6DD" w14:textId="77777777">
        <w:tc>
          <w:tcPr>
            <w:tcW w:w="3857" w:type="dxa"/>
            <w:vAlign w:val="center"/>
          </w:tcPr>
          <w:p w:rsidRPr="00731FC9" w:rsidR="0085747A" w:rsidP="009C54AE" w:rsidRDefault="0085747A" w14:paraId="236340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166C18" w14:paraId="31B72E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731FC9" w:rsidR="00923D7D" w:rsidTr="007066CD" w14:paraId="776553C6" w14:textId="77777777">
        <w:tc>
          <w:tcPr>
            <w:tcW w:w="3857" w:type="dxa"/>
            <w:vAlign w:val="center"/>
          </w:tcPr>
          <w:p w:rsidRPr="00731FC9" w:rsidR="00923D7D" w:rsidP="009C54AE" w:rsidRDefault="00923D7D" w14:paraId="5C87FD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811" w:type="dxa"/>
            <w:vAlign w:val="center"/>
          </w:tcPr>
          <w:p w:rsidRPr="00731FC9" w:rsidR="00923D7D" w:rsidP="009C54AE" w:rsidRDefault="00CA3E55" w14:paraId="6817E2D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31FC9" w:rsidR="00FE658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731FC9" w:rsidR="0085747A" w:rsidTr="007066CD" w14:paraId="62F62E37" w14:textId="77777777">
        <w:tc>
          <w:tcPr>
            <w:tcW w:w="3857" w:type="dxa"/>
            <w:vAlign w:val="center"/>
          </w:tcPr>
          <w:p w:rsidRPr="00731FC9" w:rsidR="0085747A" w:rsidP="009C54AE" w:rsidRDefault="0085747A" w14:paraId="054BC9B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FE658F" w14:paraId="4785616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  <w:tr w:rsidRPr="00731FC9" w:rsidR="0085747A" w:rsidTr="007066CD" w14:paraId="7B034CA3" w14:textId="77777777">
        <w:tc>
          <w:tcPr>
            <w:tcW w:w="3857" w:type="dxa"/>
            <w:vAlign w:val="center"/>
          </w:tcPr>
          <w:p w:rsidRPr="00731FC9" w:rsidR="0085747A" w:rsidP="009C54AE" w:rsidRDefault="0085747A" w14:paraId="1957DB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811" w:type="dxa"/>
            <w:vAlign w:val="center"/>
          </w:tcPr>
          <w:p w:rsidRPr="00731FC9" w:rsidR="0085747A" w:rsidP="009C54AE" w:rsidRDefault="00FE658F" w14:paraId="5A90AB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>Sławomir Wilk</w:t>
            </w:r>
          </w:p>
        </w:tc>
      </w:tr>
    </w:tbl>
    <w:p w:rsidRPr="00731FC9" w:rsidR="0085747A" w:rsidP="009C54AE" w:rsidRDefault="0085747A" w14:paraId="489FF60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1A44D359" w:rsidR="0085747A">
        <w:rPr>
          <w:rFonts w:ascii="Corbel" w:hAnsi="Corbel"/>
          <w:sz w:val="24"/>
          <w:szCs w:val="24"/>
        </w:rPr>
        <w:t xml:space="preserve">* </w:t>
      </w:r>
      <w:r w:rsidRPr="1A44D35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A44D35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A44D35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A44D35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A44D35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A44D35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A44D359" w:rsidP="1A44D359" w:rsidRDefault="1A44D359" w14:paraId="069C64A0" w14:textId="7523F240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D97398" w:rsidRDefault="0085747A" w14:paraId="0F07CF35" w14:textId="40ACFCA8">
      <w:pPr>
        <w:pStyle w:val="Podpunkty"/>
        <w:ind w:left="284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>1.</w:t>
      </w:r>
      <w:r w:rsidRPr="00731FC9" w:rsidR="00E22FBC">
        <w:rPr>
          <w:rFonts w:ascii="Corbel" w:hAnsi="Corbel"/>
          <w:sz w:val="24"/>
          <w:szCs w:val="24"/>
        </w:rPr>
        <w:t>1</w:t>
      </w:r>
      <w:r w:rsidRPr="00731F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731FC9" w:rsidR="00CD058C" w:rsidP="00D97398" w:rsidRDefault="00CD058C" w14:paraId="4765963E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731FC9" w:rsidR="00015B8F" w:rsidTr="1A44D359" w14:paraId="087E1DAB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1FC9" w:rsidR="00015B8F" w:rsidP="009C54AE" w:rsidRDefault="00015B8F" w14:paraId="39A4DE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Semestr</w:t>
            </w:r>
          </w:p>
          <w:p w:rsidRPr="00731FC9" w:rsidR="00015B8F" w:rsidP="009C54AE" w:rsidRDefault="002B5EA0" w14:paraId="04EC27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(</w:t>
            </w:r>
            <w:r w:rsidRPr="00731FC9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72B3904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6DB37BB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199D054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37DF3AE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09E34A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6FABB6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29826A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0B3FC1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31F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731FC9" w:rsidR="00015B8F" w:rsidP="009C54AE" w:rsidRDefault="00015B8F" w14:paraId="27DDF1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31FC9">
              <w:rPr>
                <w:rFonts w:ascii="Corbel" w:hAnsi="Corbel"/>
                <w:b/>
                <w:szCs w:val="24"/>
              </w:rPr>
              <w:t>Liczba pkt</w:t>
            </w:r>
            <w:r w:rsidRPr="00731FC9" w:rsidR="00B90885">
              <w:rPr>
                <w:rFonts w:ascii="Corbel" w:hAnsi="Corbel"/>
                <w:b/>
                <w:szCs w:val="24"/>
              </w:rPr>
              <w:t>.</w:t>
            </w:r>
            <w:r w:rsidRPr="00731F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731FC9" w:rsidR="00015B8F" w:rsidTr="1A44D359" w14:paraId="4EED48B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31FC9" w:rsidR="00015B8F" w:rsidP="009C54AE" w:rsidRDefault="00FE658F" w14:paraId="6944D9AC" w14:textId="0599C14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V</w:t>
            </w:r>
            <w:r w:rsidR="003543F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115F90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3543F4" w:rsidRDefault="00015B8F" w14:paraId="1A2F9445" w14:textId="3F74D8E0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3543F4" w14:paraId="2E57DAAF" w14:textId="1D8800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7B6D27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2586594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2E1C9D3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1AC904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015B8F" w14:paraId="2CCB00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731FC9" w:rsidR="00015B8F" w:rsidP="009C54AE" w:rsidRDefault="00CB37B5" w14:paraId="02DC0D0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731FC9" w:rsidR="00923D7D" w:rsidP="00D97398" w:rsidRDefault="00923D7D" w14:paraId="000BA00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731FC9" w:rsidR="0085747A" w:rsidP="00F83B28" w:rsidRDefault="0085747A" w14:paraId="5905F2B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1.</w:t>
      </w:r>
      <w:r w:rsidRPr="00731FC9" w:rsidR="00E22FBC">
        <w:rPr>
          <w:rFonts w:ascii="Corbel" w:hAnsi="Corbel"/>
          <w:smallCaps w:val="0"/>
          <w:szCs w:val="24"/>
        </w:rPr>
        <w:t>2</w:t>
      </w:r>
      <w:r w:rsidRPr="00731FC9" w:rsidR="00F83B28">
        <w:rPr>
          <w:rFonts w:ascii="Corbel" w:hAnsi="Corbel"/>
          <w:smallCaps w:val="0"/>
          <w:szCs w:val="24"/>
        </w:rPr>
        <w:t>.</w:t>
      </w:r>
      <w:r w:rsidRPr="00731FC9" w:rsidR="00F83B28">
        <w:rPr>
          <w:rFonts w:ascii="Corbel" w:hAnsi="Corbel"/>
          <w:smallCaps w:val="0"/>
          <w:szCs w:val="24"/>
        </w:rPr>
        <w:tab/>
      </w:r>
      <w:r w:rsidRPr="00731FC9">
        <w:rPr>
          <w:rFonts w:ascii="Corbel" w:hAnsi="Corbel"/>
          <w:smallCaps w:val="0"/>
          <w:szCs w:val="24"/>
        </w:rPr>
        <w:t xml:space="preserve">Sposób realizacji zajęć  </w:t>
      </w:r>
    </w:p>
    <w:p w:rsidR="00CD058C" w:rsidP="00F83B28" w:rsidRDefault="00CD058C" w14:paraId="2C1E6B15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</w:t>
      </w:r>
    </w:p>
    <w:p w:rsidRPr="00731FC9" w:rsidR="0085747A" w:rsidP="00F83B28" w:rsidRDefault="00FE658F" w14:paraId="543D6B10" w14:textId="33C51E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 w:eastAsia="MS Gothic" w:cs="MS Gothic"/>
          <w:b w:val="0"/>
          <w:szCs w:val="24"/>
        </w:rPr>
        <w:t>x</w:t>
      </w:r>
      <w:r w:rsidRPr="00731FC9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731FC9" w:rsidR="0085747A" w:rsidP="00F83B28" w:rsidRDefault="0085747A" w14:paraId="534133B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31FC9">
        <w:rPr>
          <w:rFonts w:ascii="Segoe UI Symbol" w:hAnsi="Segoe UI Symbol" w:eastAsia="MS Gothic" w:cs="Segoe UI Symbol"/>
          <w:b w:val="0"/>
          <w:szCs w:val="24"/>
        </w:rPr>
        <w:t>☐</w:t>
      </w:r>
      <w:r w:rsidRPr="00731F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731FC9" w:rsidR="0085747A" w:rsidP="009C54AE" w:rsidRDefault="0085747A" w14:paraId="07697A0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731FC9" w:rsidR="00E22FBC" w:rsidP="1A44D359" w:rsidRDefault="00E22FBC" w14:paraId="747A2445" w14:textId="68E05C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A44D35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A44D359" w:rsidR="00E22FBC">
        <w:rPr>
          <w:rFonts w:ascii="Corbel" w:hAnsi="Corbel"/>
          <w:caps w:val="0"/>
          <w:smallCaps w:val="0"/>
        </w:rPr>
        <w:t>For</w:t>
      </w:r>
      <w:r w:rsidRPr="1A44D359" w:rsidR="00445970">
        <w:rPr>
          <w:rFonts w:ascii="Corbel" w:hAnsi="Corbel"/>
          <w:caps w:val="0"/>
          <w:smallCaps w:val="0"/>
        </w:rPr>
        <w:t xml:space="preserve">ma zaliczenia </w:t>
      </w:r>
      <w:r w:rsidRPr="1A44D359" w:rsidR="00445970">
        <w:rPr>
          <w:rFonts w:ascii="Corbel" w:hAnsi="Corbel"/>
          <w:caps w:val="0"/>
          <w:smallCaps w:val="0"/>
        </w:rPr>
        <w:t xml:space="preserve">przedmiotu </w:t>
      </w:r>
      <w:r w:rsidRPr="1A44D359" w:rsidR="00E22FBC">
        <w:rPr>
          <w:rFonts w:ascii="Corbel" w:hAnsi="Corbel"/>
          <w:caps w:val="0"/>
          <w:smallCaps w:val="0"/>
        </w:rPr>
        <w:t>(</w:t>
      </w:r>
      <w:r w:rsidRPr="1A44D359" w:rsidR="00E22FBC">
        <w:rPr>
          <w:rFonts w:ascii="Corbel" w:hAnsi="Corbel"/>
          <w:caps w:val="0"/>
          <w:smallCaps w:val="0"/>
        </w:rPr>
        <w:t xml:space="preserve">z toku) </w:t>
      </w:r>
      <w:r w:rsidRPr="1A44D35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731FC9" w:rsidR="009C54AE" w:rsidP="009C54AE" w:rsidRDefault="009C54AE" w14:paraId="0CCE55D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6A3D4B" w14:paraId="62BFECCC" w14:textId="25FECB5D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1FC9">
        <w:rPr>
          <w:rFonts w:ascii="Corbel" w:hAnsi="Corbel"/>
          <w:b w:val="0"/>
          <w:szCs w:val="24"/>
        </w:rPr>
        <w:t>Zaliczenie z Oceną</w:t>
      </w:r>
    </w:p>
    <w:p w:rsidRPr="00731FC9" w:rsidR="00CD058C" w:rsidP="009C54AE" w:rsidRDefault="00CD058C" w14:paraId="3ACC743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7EC4A30" w14:textId="509456F9">
      <w:pPr>
        <w:pStyle w:val="Punktygwne"/>
        <w:spacing w:before="0" w:after="0"/>
        <w:rPr>
          <w:rFonts w:ascii="Corbel" w:hAnsi="Corbel"/>
          <w:szCs w:val="24"/>
        </w:rPr>
      </w:pPr>
      <w:r w:rsidRPr="00731FC9">
        <w:rPr>
          <w:rFonts w:ascii="Corbel" w:hAnsi="Corbel"/>
          <w:szCs w:val="24"/>
        </w:rPr>
        <w:t xml:space="preserve">2.Wymagania wstępne </w:t>
      </w:r>
    </w:p>
    <w:p w:rsidRPr="00731FC9" w:rsidR="00CD058C" w:rsidP="009C54AE" w:rsidRDefault="00CD058C" w14:paraId="65D9703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00745302" w14:paraId="40BE59C6" w14:textId="77777777">
        <w:tc>
          <w:tcPr>
            <w:tcW w:w="9670" w:type="dxa"/>
          </w:tcPr>
          <w:p w:rsidRPr="00731FC9" w:rsidR="0085747A" w:rsidP="009C54AE" w:rsidRDefault="00CB37B5" w14:paraId="3EE70BD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Ukończenie przedmiotu projekt socjalny.</w:t>
            </w:r>
          </w:p>
        </w:tc>
      </w:tr>
    </w:tbl>
    <w:p w:rsidRPr="00731FC9" w:rsidR="00153C41" w:rsidP="009C54AE" w:rsidRDefault="00153C41" w14:paraId="6186E7E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CD058C" w:rsidRDefault="00CD058C" w14:paraId="456364F5" w14:textId="7777777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Pr="00731FC9" w:rsidR="0085747A" w:rsidP="1A44D359" w:rsidRDefault="0071620A" w14:paraId="0F7A929C" w14:textId="2C9424FD">
      <w:pPr>
        <w:pStyle w:val="Punktygwne"/>
        <w:spacing w:before="0" w:after="0"/>
        <w:rPr>
          <w:rFonts w:ascii="Corbel" w:hAnsi="Corbel"/>
        </w:rPr>
      </w:pPr>
      <w:r w:rsidRPr="1A44D359" w:rsidR="0071620A">
        <w:rPr>
          <w:rFonts w:ascii="Corbel" w:hAnsi="Corbel"/>
        </w:rPr>
        <w:t>3.</w:t>
      </w:r>
      <w:r w:rsidRPr="1A44D359" w:rsidR="0085747A">
        <w:rPr>
          <w:rFonts w:ascii="Corbel" w:hAnsi="Corbel"/>
        </w:rPr>
        <w:t xml:space="preserve"> </w:t>
      </w:r>
      <w:r w:rsidRPr="1A44D359" w:rsidR="00A84C85">
        <w:rPr>
          <w:rFonts w:ascii="Corbel" w:hAnsi="Corbel"/>
        </w:rPr>
        <w:t xml:space="preserve">cele, efekty uczenia </w:t>
      </w:r>
      <w:r w:rsidRPr="1A44D359" w:rsidR="00A84C85">
        <w:rPr>
          <w:rFonts w:ascii="Corbel" w:hAnsi="Corbel"/>
        </w:rPr>
        <w:t>się</w:t>
      </w:r>
      <w:r w:rsidRPr="1A44D359" w:rsidR="0085747A">
        <w:rPr>
          <w:rFonts w:ascii="Corbel" w:hAnsi="Corbel"/>
        </w:rPr>
        <w:t>,</w:t>
      </w:r>
      <w:r w:rsidRPr="1A44D359" w:rsidR="0085747A">
        <w:rPr>
          <w:rFonts w:ascii="Corbel" w:hAnsi="Corbel"/>
        </w:rPr>
        <w:t xml:space="preserve"> treści Programowe i stosowane metody Dydaktyczne</w:t>
      </w:r>
    </w:p>
    <w:p w:rsidRPr="00731FC9" w:rsidR="0085747A" w:rsidP="009C54AE" w:rsidRDefault="0085747A" w14:paraId="6C57256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731FC9" w:rsidR="0085747A" w:rsidP="009C54AE" w:rsidRDefault="0071620A" w14:paraId="66433CEE" w14:textId="77777777">
      <w:pPr>
        <w:pStyle w:val="Podpunkty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3.1 </w:t>
      </w:r>
      <w:r w:rsidRPr="00731FC9" w:rsidR="00C05F44">
        <w:rPr>
          <w:rFonts w:ascii="Corbel" w:hAnsi="Corbel"/>
          <w:sz w:val="24"/>
          <w:szCs w:val="24"/>
        </w:rPr>
        <w:t>Cele przedmiotu</w:t>
      </w:r>
    </w:p>
    <w:p w:rsidRPr="00731FC9" w:rsidR="00F83B28" w:rsidP="009C54AE" w:rsidRDefault="00F83B28" w14:paraId="3C85662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31FC9" w:rsidR="00820585" w:rsidTr="006A3D4B" w14:paraId="3A067050" w14:textId="77777777">
        <w:tc>
          <w:tcPr>
            <w:tcW w:w="845" w:type="dxa"/>
            <w:vAlign w:val="center"/>
          </w:tcPr>
          <w:p w:rsidRPr="00731FC9" w:rsidR="00820585" w:rsidP="00D97398" w:rsidRDefault="00820585" w14:paraId="64ADC5E1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1F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C77DD3" w:rsidR="00820585" w:rsidP="00D97398" w:rsidRDefault="00820585" w14:paraId="798D3A67" w14:textId="77777777">
            <w:pPr>
              <w:spacing w:after="0"/>
            </w:pPr>
            <w:r w:rsidRPr="00C77DD3">
              <w:t xml:space="preserve">Zapoznanie </w:t>
            </w:r>
            <w:r>
              <w:t xml:space="preserve">studentów </w:t>
            </w:r>
            <w:r w:rsidRPr="00C77DD3">
              <w:t xml:space="preserve">z metodami i narzędziami, w tym technikami pozyskiwania danych, właściwymi dla </w:t>
            </w:r>
            <w:r>
              <w:t>pracy socjalnej</w:t>
            </w:r>
            <w:r w:rsidRPr="00C77DD3">
              <w:t>, pozwalającymi opisywać struktury i instytucje społeczne oraz procesy w nich i między nimi zachodzące</w:t>
            </w:r>
          </w:p>
        </w:tc>
      </w:tr>
      <w:tr w:rsidRPr="00731FC9" w:rsidR="00820585" w:rsidTr="006A3D4B" w14:paraId="5DC29CDD" w14:textId="77777777">
        <w:tc>
          <w:tcPr>
            <w:tcW w:w="845" w:type="dxa"/>
            <w:vAlign w:val="center"/>
          </w:tcPr>
          <w:p w:rsidRPr="00731FC9" w:rsidR="00820585" w:rsidP="00D97398" w:rsidRDefault="00820585" w14:paraId="240F804F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C77DD3" w:rsidR="00820585" w:rsidP="00D97398" w:rsidRDefault="00820585" w14:paraId="01BA28FA" w14:textId="77777777">
            <w:pPr>
              <w:spacing w:after="0"/>
            </w:pPr>
            <w:r w:rsidRPr="00C77DD3">
              <w:t xml:space="preserve">Zaznajomienie </w:t>
            </w:r>
            <w:r>
              <w:t>studentów</w:t>
            </w:r>
            <w:r w:rsidRPr="00C77DD3">
              <w:t xml:space="preserve"> z możliwościami aplikowania o środki </w:t>
            </w:r>
            <w:r>
              <w:t>na realizację projektów społecznych</w:t>
            </w:r>
          </w:p>
        </w:tc>
      </w:tr>
      <w:tr w:rsidRPr="00731FC9" w:rsidR="00820585" w:rsidTr="006A3D4B" w14:paraId="1F1AF565" w14:textId="77777777">
        <w:tc>
          <w:tcPr>
            <w:tcW w:w="845" w:type="dxa"/>
            <w:vAlign w:val="center"/>
          </w:tcPr>
          <w:p w:rsidRPr="00731FC9" w:rsidR="00820585" w:rsidP="00D97398" w:rsidRDefault="00820585" w14:paraId="0E08C446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Pr="00C77DD3" w:rsidR="00820585" w:rsidP="00D97398" w:rsidRDefault="00820585" w14:paraId="015E70D3" w14:textId="77777777">
            <w:pPr>
              <w:spacing w:after="0"/>
            </w:pPr>
            <w:r w:rsidRPr="00C77DD3">
              <w:t xml:space="preserve">Kształtowanie u </w:t>
            </w:r>
            <w:r>
              <w:t>studentów</w:t>
            </w:r>
            <w:r w:rsidRPr="00C77DD3">
              <w:t xml:space="preserve"> umiejętność rozumienia i analizowania zjawisk</w:t>
            </w:r>
          </w:p>
        </w:tc>
      </w:tr>
    </w:tbl>
    <w:p w:rsidRPr="00731FC9" w:rsidR="0085747A" w:rsidP="009C54AE" w:rsidRDefault="0085747A" w14:paraId="6844D3A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731FC9" w:rsidR="001D7B54" w:rsidP="00D97398" w:rsidRDefault="009F4610" w14:paraId="33784FE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3.2 </w:t>
      </w:r>
      <w:r w:rsidRPr="00731FC9" w:rsidR="001D7B54">
        <w:rPr>
          <w:rFonts w:ascii="Corbel" w:hAnsi="Corbel"/>
          <w:b/>
          <w:sz w:val="24"/>
          <w:szCs w:val="24"/>
        </w:rPr>
        <w:t xml:space="preserve">Efekty </w:t>
      </w:r>
      <w:r w:rsidRPr="00731FC9" w:rsidR="00C05F44">
        <w:rPr>
          <w:rFonts w:ascii="Corbel" w:hAnsi="Corbel"/>
          <w:b/>
          <w:sz w:val="24"/>
          <w:szCs w:val="24"/>
        </w:rPr>
        <w:t xml:space="preserve">uczenia się </w:t>
      </w:r>
      <w:r w:rsidRPr="00731FC9" w:rsidR="001D7B54">
        <w:rPr>
          <w:rFonts w:ascii="Corbel" w:hAnsi="Corbel"/>
          <w:b/>
          <w:sz w:val="24"/>
          <w:szCs w:val="24"/>
        </w:rPr>
        <w:t>dla przedmiotu</w:t>
      </w:r>
      <w:r w:rsidRPr="00731FC9"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731FC9" w:rsidR="0085747A" w:rsidTr="006A3D4B" w14:paraId="0DA5BE75" w14:textId="77777777">
        <w:tc>
          <w:tcPr>
            <w:tcW w:w="1681" w:type="dxa"/>
            <w:vAlign w:val="center"/>
          </w:tcPr>
          <w:p w:rsidRPr="00731FC9" w:rsidR="0085747A" w:rsidP="009C54AE" w:rsidRDefault="0085747A" w14:paraId="299D07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smallCaps w:val="0"/>
                <w:szCs w:val="24"/>
              </w:rPr>
              <w:t>EK</w:t>
            </w:r>
            <w:r w:rsidRPr="00731FC9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731FC9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31FC9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731FC9" w:rsidR="0085747A" w:rsidP="00C05F44" w:rsidRDefault="0085747A" w14:paraId="08473C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731FC9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731FC9" w:rsidR="0085747A" w:rsidP="00C05F44" w:rsidRDefault="0085747A" w14:paraId="2FD807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31FC9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731FC9" w:rsidR="00820585" w:rsidTr="006A3D4B" w14:paraId="157702C2" w14:textId="77777777">
        <w:tc>
          <w:tcPr>
            <w:tcW w:w="1681" w:type="dxa"/>
          </w:tcPr>
          <w:p w:rsidRPr="00731FC9" w:rsidR="00820585" w:rsidP="00820585" w:rsidRDefault="00820585" w14:paraId="2A883E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31F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731FC9" w:rsidR="00820585" w:rsidP="00820585" w:rsidRDefault="00820585" w14:paraId="47BFB2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Instytucje regionalne, krajowe i międzynarodowe przeciwdziałające wykluczeniu społecznemu i działające na rzecz integracji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 finansują działania grantodawcze</w:t>
            </w:r>
          </w:p>
        </w:tc>
        <w:tc>
          <w:tcPr>
            <w:tcW w:w="1865" w:type="dxa"/>
          </w:tcPr>
          <w:p w:rsidR="00820585" w:rsidP="00820585" w:rsidRDefault="00820585" w14:paraId="2037BDBF" w14:textId="77777777">
            <w:r w:rsidRPr="00640075">
              <w:t xml:space="preserve">K_W04, </w:t>
            </w:r>
          </w:p>
        </w:tc>
      </w:tr>
      <w:tr w:rsidRPr="00731FC9" w:rsidR="00820585" w:rsidTr="006A3D4B" w14:paraId="09BB3F13" w14:textId="77777777">
        <w:tc>
          <w:tcPr>
            <w:tcW w:w="1681" w:type="dxa"/>
          </w:tcPr>
          <w:p w:rsidRPr="00731FC9" w:rsidR="00820585" w:rsidP="00820585" w:rsidRDefault="00820585" w14:paraId="11B1931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731FC9" w:rsidR="00820585" w:rsidP="00820585" w:rsidRDefault="00820585" w14:paraId="646384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strukturę i zakres działania poszczególnych instytucji społecznych w wymiarze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 udzielają wsparcia finansowego</w:t>
            </w:r>
          </w:p>
        </w:tc>
        <w:tc>
          <w:tcPr>
            <w:tcW w:w="1865" w:type="dxa"/>
          </w:tcPr>
          <w:p w:rsidR="00820585" w:rsidP="00820585" w:rsidRDefault="00820585" w14:paraId="58D8A192" w14:textId="77777777">
            <w:r w:rsidRPr="00640075">
              <w:t xml:space="preserve">K_W12, </w:t>
            </w:r>
          </w:p>
        </w:tc>
      </w:tr>
      <w:tr w:rsidRPr="00731FC9" w:rsidR="00820585" w:rsidTr="006A3D4B" w14:paraId="669C17AE" w14:textId="77777777">
        <w:tc>
          <w:tcPr>
            <w:tcW w:w="1681" w:type="dxa"/>
          </w:tcPr>
          <w:p w:rsidRPr="00731FC9" w:rsidR="00820585" w:rsidP="00820585" w:rsidRDefault="00820585" w14:paraId="6F6F77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731FC9" w:rsidR="00820585" w:rsidP="00820585" w:rsidRDefault="00820585" w14:paraId="225B3F0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ś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cieżki projektowania własnego rozwoju w obszarze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środków na działalności organizacji pomocowych</w:t>
            </w:r>
          </w:p>
        </w:tc>
        <w:tc>
          <w:tcPr>
            <w:tcW w:w="1865" w:type="dxa"/>
          </w:tcPr>
          <w:p w:rsidR="00820585" w:rsidP="00820585" w:rsidRDefault="00820585" w14:paraId="218E2E8A" w14:textId="77777777">
            <w:r w:rsidRPr="00640075">
              <w:t xml:space="preserve">K_W14, </w:t>
            </w:r>
          </w:p>
        </w:tc>
      </w:tr>
      <w:tr w:rsidRPr="00731FC9" w:rsidR="00820585" w:rsidTr="006A3D4B" w14:paraId="1B64306E" w14:textId="77777777">
        <w:tc>
          <w:tcPr>
            <w:tcW w:w="1681" w:type="dxa"/>
          </w:tcPr>
          <w:p w:rsidRPr="00731FC9" w:rsidR="00820585" w:rsidP="00820585" w:rsidRDefault="00820585" w14:paraId="0D456D3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731FC9" w:rsidR="00820585" w:rsidP="00820585" w:rsidRDefault="00820585" w14:paraId="3B7BAC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asady tworzenia i podejmowania działań skierowanych na rozwiązywanie problemów z zakresu pracy socjalnej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pozyskiwania funduszy na działalność organizacji</w:t>
            </w:r>
          </w:p>
        </w:tc>
        <w:tc>
          <w:tcPr>
            <w:tcW w:w="1865" w:type="dxa"/>
          </w:tcPr>
          <w:p w:rsidR="00820585" w:rsidP="00820585" w:rsidRDefault="00820585" w14:paraId="128BE1DA" w14:textId="77777777">
            <w:r w:rsidRPr="00640075">
              <w:t xml:space="preserve">K_W15, </w:t>
            </w:r>
          </w:p>
        </w:tc>
      </w:tr>
      <w:tr w:rsidRPr="00731FC9" w:rsidR="00820585" w:rsidTr="006A3D4B" w14:paraId="5BBFE312" w14:textId="77777777">
        <w:tc>
          <w:tcPr>
            <w:tcW w:w="1681" w:type="dxa"/>
          </w:tcPr>
          <w:p w:rsidRPr="00731FC9" w:rsidR="00820585" w:rsidP="00820585" w:rsidRDefault="00820585" w14:paraId="6DA2A3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731FC9" w:rsidR="00820585" w:rsidP="00820585" w:rsidRDefault="00820585" w14:paraId="1360D6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umiejętności 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>wykorzystywa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wynikając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820585">
              <w:rPr>
                <w:rFonts w:ascii="Corbel" w:hAnsi="Corbel"/>
                <w:b w:val="0"/>
                <w:smallCaps w:val="0"/>
                <w:szCs w:val="24"/>
              </w:rPr>
              <w:t xml:space="preserve"> z diagnozowania procesów i zjawisk społecznych w praktyce pracy socjalnej</w:t>
            </w:r>
            <w:r w:rsidR="00296C53">
              <w:rPr>
                <w:rFonts w:ascii="Corbel" w:hAnsi="Corbel"/>
                <w:b w:val="0"/>
                <w:smallCaps w:val="0"/>
                <w:szCs w:val="24"/>
              </w:rPr>
              <w:t xml:space="preserve"> poprzez tworzenie wniosków o dofinansowanie działalności </w:t>
            </w:r>
          </w:p>
        </w:tc>
        <w:tc>
          <w:tcPr>
            <w:tcW w:w="1865" w:type="dxa"/>
          </w:tcPr>
          <w:p w:rsidR="00820585" w:rsidP="00820585" w:rsidRDefault="00820585" w14:paraId="0516EE48" w14:textId="77777777">
            <w:r w:rsidRPr="00640075">
              <w:t xml:space="preserve">K_U02, </w:t>
            </w:r>
          </w:p>
        </w:tc>
      </w:tr>
      <w:tr w:rsidRPr="00731FC9" w:rsidR="00820585" w:rsidTr="006A3D4B" w14:paraId="7F767767" w14:textId="77777777">
        <w:tc>
          <w:tcPr>
            <w:tcW w:w="1681" w:type="dxa"/>
          </w:tcPr>
          <w:p w:rsidRPr="00731FC9" w:rsidR="00820585" w:rsidP="00820585" w:rsidRDefault="00820585" w14:paraId="6B771C1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20585" w:rsidP="00820585" w:rsidRDefault="00296C53" w14:paraId="537E073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umiejętność s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amodzieln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 xml:space="preserve"> i efektywn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ego zdobycia i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wykorzystywać powierzone mu do dyspozycji środki w celu wykonywania typowych dla pracownika socjalnego zadań zawodowych</w:t>
            </w:r>
          </w:p>
        </w:tc>
        <w:tc>
          <w:tcPr>
            <w:tcW w:w="1865" w:type="dxa"/>
          </w:tcPr>
          <w:p w:rsidR="00820585" w:rsidP="00820585" w:rsidRDefault="00820585" w14:paraId="24E850F4" w14:textId="77777777">
            <w:r w:rsidRPr="00640075">
              <w:t xml:space="preserve">K_U10, </w:t>
            </w:r>
          </w:p>
        </w:tc>
      </w:tr>
      <w:tr w:rsidRPr="00731FC9" w:rsidR="00820585" w:rsidTr="006A3D4B" w14:paraId="4EBC95C0" w14:textId="77777777">
        <w:tc>
          <w:tcPr>
            <w:tcW w:w="1681" w:type="dxa"/>
          </w:tcPr>
          <w:p w:rsidRPr="00731FC9" w:rsidR="00820585" w:rsidP="00820585" w:rsidRDefault="00820585" w14:paraId="7ECFB7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820585" w:rsidP="00820585" w:rsidRDefault="00296C53" w14:paraId="01C591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udział w aktywnym i efektywnym podziale zadań związanych z pozyskiwaniem środków na działalność </w:t>
            </w:r>
          </w:p>
        </w:tc>
        <w:tc>
          <w:tcPr>
            <w:tcW w:w="1865" w:type="dxa"/>
          </w:tcPr>
          <w:p w:rsidR="00820585" w:rsidP="00820585" w:rsidRDefault="00820585" w14:paraId="1358BFA3" w14:textId="77777777">
            <w:r w:rsidRPr="00640075">
              <w:t xml:space="preserve">K_U18, </w:t>
            </w:r>
          </w:p>
        </w:tc>
      </w:tr>
      <w:tr w:rsidRPr="00731FC9" w:rsidR="00820585" w:rsidTr="006A3D4B" w14:paraId="59C6F761" w14:textId="77777777">
        <w:tc>
          <w:tcPr>
            <w:tcW w:w="1681" w:type="dxa"/>
          </w:tcPr>
          <w:p w:rsidRPr="00731FC9" w:rsidR="00820585" w:rsidP="00820585" w:rsidRDefault="00820585" w14:paraId="33C9C6C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820585" w:rsidP="00820585" w:rsidRDefault="00296C53" w14:paraId="5EDCC7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kompetencję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inicjowania działań na rzecz interesu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dobywania środków finansowych</w:t>
            </w:r>
          </w:p>
        </w:tc>
        <w:tc>
          <w:tcPr>
            <w:tcW w:w="1865" w:type="dxa"/>
          </w:tcPr>
          <w:p w:rsidR="00820585" w:rsidP="00820585" w:rsidRDefault="00820585" w14:paraId="56E9935B" w14:textId="77777777">
            <w:r w:rsidRPr="00640075">
              <w:t xml:space="preserve">K_K02, </w:t>
            </w:r>
          </w:p>
        </w:tc>
      </w:tr>
      <w:tr w:rsidRPr="00731FC9" w:rsidR="00820585" w:rsidTr="006A3D4B" w14:paraId="2C80A369" w14:textId="77777777">
        <w:tc>
          <w:tcPr>
            <w:tcW w:w="1681" w:type="dxa"/>
          </w:tcPr>
          <w:p w:rsidRPr="00731FC9" w:rsidR="00820585" w:rsidP="00820585" w:rsidRDefault="00820585" w14:paraId="410D1E9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820585" w:rsidP="00820585" w:rsidRDefault="00296C53" w14:paraId="2F5BD6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kompetencje do </w:t>
            </w:r>
            <w:r w:rsidRPr="00296C53">
              <w:rPr>
                <w:rFonts w:ascii="Corbel" w:hAnsi="Corbel"/>
                <w:b w:val="0"/>
                <w:smallCaps w:val="0"/>
                <w:szCs w:val="24"/>
              </w:rPr>
              <w:t>myślenia w sposób przedsiębiorczy oraz uczestnictwa w grupach, organizacjach, instytucjach podejmujących działania socjalne i realizujących projekty społeczne</w:t>
            </w:r>
          </w:p>
        </w:tc>
        <w:tc>
          <w:tcPr>
            <w:tcW w:w="1865" w:type="dxa"/>
          </w:tcPr>
          <w:p w:rsidR="00820585" w:rsidP="00820585" w:rsidRDefault="00820585" w14:paraId="712ED3CF" w14:textId="77777777">
            <w:r w:rsidRPr="00640075">
              <w:t xml:space="preserve">K_K06 </w:t>
            </w:r>
          </w:p>
        </w:tc>
      </w:tr>
    </w:tbl>
    <w:p w:rsidRPr="00731FC9" w:rsidR="0085747A" w:rsidP="009C54AE" w:rsidRDefault="0085747A" w14:paraId="5E09CCAF" w14:textId="1124DA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1FC9" w:rsidR="0085747A" w:rsidP="009C54AE" w:rsidRDefault="00675843" w14:paraId="38FE31B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>3.3</w:t>
      </w:r>
      <w:r w:rsidRPr="00731FC9" w:rsidR="001D7B54">
        <w:rPr>
          <w:rFonts w:ascii="Corbel" w:hAnsi="Corbel"/>
          <w:b/>
          <w:sz w:val="24"/>
          <w:szCs w:val="24"/>
        </w:rPr>
        <w:t xml:space="preserve"> </w:t>
      </w:r>
      <w:r w:rsidRPr="00731FC9" w:rsidR="0085747A">
        <w:rPr>
          <w:rFonts w:ascii="Corbel" w:hAnsi="Corbel"/>
          <w:b/>
          <w:sz w:val="24"/>
          <w:szCs w:val="24"/>
        </w:rPr>
        <w:t>T</w:t>
      </w:r>
      <w:r w:rsidRPr="00731FC9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731FC9" w:rsidR="007327BD">
        <w:rPr>
          <w:rFonts w:ascii="Corbel" w:hAnsi="Corbel"/>
          <w:sz w:val="24"/>
          <w:szCs w:val="24"/>
        </w:rPr>
        <w:t xml:space="preserve">  </w:t>
      </w:r>
    </w:p>
    <w:p w:rsidRPr="00731FC9" w:rsidR="0085747A" w:rsidP="009C54AE" w:rsidRDefault="0085747A" w14:paraId="0AC6E32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31FC9">
        <w:rPr>
          <w:rFonts w:ascii="Corbel" w:hAnsi="Corbel"/>
          <w:sz w:val="24"/>
          <w:szCs w:val="24"/>
        </w:rPr>
        <w:t xml:space="preserve">Problematyka wykładu </w:t>
      </w:r>
    </w:p>
    <w:p w:rsidRPr="00731FC9" w:rsidR="00675843" w:rsidP="009C54AE" w:rsidRDefault="00675843" w14:paraId="0B05DBB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1A44D359" w14:paraId="4CA6BEAD" w14:textId="77777777">
        <w:tc>
          <w:tcPr>
            <w:tcW w:w="9520" w:type="dxa"/>
            <w:tcMar/>
          </w:tcPr>
          <w:p w:rsidRPr="00731FC9" w:rsidR="0085747A" w:rsidP="009C54AE" w:rsidRDefault="0085747A" w14:paraId="7ACAAEF4" w14:textId="250581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1A44D359" w:rsidR="0085747A">
              <w:rPr>
                <w:rFonts w:ascii="Corbel" w:hAnsi="Corbel"/>
                <w:sz w:val="24"/>
                <w:szCs w:val="24"/>
              </w:rPr>
              <w:t>Treści merytoryczne</w:t>
            </w:r>
            <w:r w:rsidRPr="1A44D359" w:rsidR="33062EE7">
              <w:rPr>
                <w:rFonts w:ascii="Corbel" w:hAnsi="Corbel"/>
                <w:sz w:val="24"/>
                <w:szCs w:val="24"/>
              </w:rPr>
              <w:t xml:space="preserve"> – nie dotyczy</w:t>
            </w:r>
          </w:p>
        </w:tc>
      </w:tr>
    </w:tbl>
    <w:p w:rsidRPr="00731FC9" w:rsidR="0085747A" w:rsidP="009C54AE" w:rsidRDefault="0085747A" w14:paraId="19DE8B8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P="00D97398" w:rsidRDefault="0085747A" w14:paraId="099A7A3B" w14:textId="35BCA8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A44D35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A44D359" w:rsidR="009F4610">
        <w:rPr>
          <w:rFonts w:ascii="Corbel" w:hAnsi="Corbel"/>
          <w:sz w:val="24"/>
          <w:szCs w:val="24"/>
        </w:rPr>
        <w:t xml:space="preserve">, </w:t>
      </w:r>
      <w:r w:rsidRPr="1A44D359" w:rsidR="00D97398">
        <w:rPr>
          <w:rFonts w:ascii="Corbel" w:hAnsi="Corbel"/>
          <w:sz w:val="24"/>
          <w:szCs w:val="24"/>
        </w:rPr>
        <w:t>zajęć praktycznych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1A44D359" w14:paraId="40DAA851" w14:textId="77777777">
        <w:tc>
          <w:tcPr>
            <w:tcW w:w="9520" w:type="dxa"/>
            <w:tcMar/>
          </w:tcPr>
          <w:p w:rsidRPr="00731FC9" w:rsidR="0085747A" w:rsidP="009C54AE" w:rsidRDefault="0085747A" w14:paraId="064FDCEA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731FC9" w:rsidR="00296C53" w:rsidTr="1A44D359" w14:paraId="5A5D9426" w14:textId="77777777">
        <w:tc>
          <w:tcPr>
            <w:tcW w:w="9520" w:type="dxa"/>
            <w:tcMar/>
          </w:tcPr>
          <w:p w:rsidRPr="00181B84" w:rsidR="00296C53" w:rsidP="00D97398" w:rsidRDefault="00296C53" w14:paraId="1F7804D1" w14:textId="77777777">
            <w:pPr>
              <w:spacing w:after="0"/>
            </w:pPr>
            <w:r w:rsidRPr="00181B84">
              <w:t>Proces badawczy w naukach społecznych</w:t>
            </w:r>
          </w:p>
        </w:tc>
      </w:tr>
      <w:tr w:rsidRPr="00731FC9" w:rsidR="00296C53" w:rsidTr="1A44D359" w14:paraId="2AE494B7" w14:textId="77777777">
        <w:tc>
          <w:tcPr>
            <w:tcW w:w="9520" w:type="dxa"/>
            <w:tcMar/>
          </w:tcPr>
          <w:p w:rsidRPr="00181B84" w:rsidR="00296C53" w:rsidP="00D97398" w:rsidRDefault="00296C53" w14:paraId="530967EB" w14:textId="77777777">
            <w:pPr>
              <w:spacing w:after="0"/>
            </w:pPr>
            <w:r>
              <w:t>Projekty społeczne</w:t>
            </w:r>
            <w:r w:rsidRPr="00181B84">
              <w:t xml:space="preserve"> – podstawy prawne, konkursy realizowane przez </w:t>
            </w:r>
            <w:r>
              <w:t>samorządy, ROPS, MRPiPS, fundacje, stowarzyszenia</w:t>
            </w:r>
          </w:p>
        </w:tc>
      </w:tr>
      <w:tr w:rsidRPr="00731FC9" w:rsidR="00296C53" w:rsidTr="1A44D359" w14:paraId="49293385" w14:textId="77777777">
        <w:tc>
          <w:tcPr>
            <w:tcW w:w="9520" w:type="dxa"/>
            <w:tcMar/>
          </w:tcPr>
          <w:p w:rsidRPr="00181B84" w:rsidR="00296C53" w:rsidP="00D97398" w:rsidRDefault="00296C53" w14:paraId="1E29EB00" w14:textId="2DF11163">
            <w:pPr>
              <w:spacing w:after="0"/>
            </w:pPr>
            <w:r w:rsidR="00296C53">
              <w:rPr/>
              <w:t xml:space="preserve">Sposoby i techniki przegotowania wniosków o dofinansowanie </w:t>
            </w:r>
            <w:r w:rsidR="00296C53">
              <w:rPr/>
              <w:t>projektów –</w:t>
            </w:r>
            <w:r w:rsidR="00296C53">
              <w:rPr/>
              <w:t xml:space="preserve"> wymagania, kryteria ocen, najczęściej popełniane błędy</w:t>
            </w:r>
          </w:p>
        </w:tc>
      </w:tr>
      <w:tr w:rsidRPr="00731FC9" w:rsidR="00296C53" w:rsidTr="1A44D359" w14:paraId="3C0A8A72" w14:textId="77777777">
        <w:tc>
          <w:tcPr>
            <w:tcW w:w="9520" w:type="dxa"/>
            <w:tcMar/>
          </w:tcPr>
          <w:p w:rsidR="00296C53" w:rsidP="00D97398" w:rsidRDefault="00296C53" w14:paraId="4CAA4AF6" w14:textId="77777777">
            <w:pPr>
              <w:spacing w:after="0"/>
            </w:pPr>
            <w:r w:rsidRPr="00181B84">
              <w:t>Organizacja projektu</w:t>
            </w:r>
            <w:r>
              <w:t xml:space="preserve"> – wypełnianie wniosków w generatorze wniosków</w:t>
            </w:r>
          </w:p>
        </w:tc>
      </w:tr>
    </w:tbl>
    <w:p w:rsidRPr="00731FC9" w:rsidR="0085747A" w:rsidP="009C54AE" w:rsidRDefault="0085747A" w14:paraId="7B6E11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731FC9" w:rsidR="0085747A" w:rsidP="009C54AE" w:rsidRDefault="009F4610" w14:paraId="489E7C0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>3.4 Metody dydaktyczne</w:t>
      </w:r>
      <w:r w:rsidRPr="00731FC9">
        <w:rPr>
          <w:rFonts w:ascii="Corbel" w:hAnsi="Corbel"/>
          <w:b w:val="0"/>
          <w:smallCaps w:val="0"/>
          <w:szCs w:val="24"/>
        </w:rPr>
        <w:t xml:space="preserve"> </w:t>
      </w:r>
    </w:p>
    <w:p w:rsidRPr="00731FC9" w:rsidR="0085747A" w:rsidP="009C54AE" w:rsidRDefault="0085747A" w14:paraId="0308E9B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1FC9" w:rsidR="0085747A" w:rsidP="009C54AE" w:rsidRDefault="000B5AFF" w14:paraId="07F9FA47" w14:textId="24E782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B5AFF">
        <w:rPr>
          <w:rFonts w:ascii="Corbel" w:hAnsi="Corbel"/>
          <w:b w:val="0"/>
          <w:smallCaps w:val="0"/>
          <w:szCs w:val="24"/>
        </w:rPr>
        <w:t xml:space="preserve">Wykład z prezentacją </w:t>
      </w:r>
      <w:r w:rsidRPr="000B5AFF" w:rsidR="00CD058C">
        <w:rPr>
          <w:rFonts w:ascii="Corbel" w:hAnsi="Corbel"/>
          <w:b w:val="0"/>
          <w:smallCaps w:val="0"/>
          <w:szCs w:val="24"/>
        </w:rPr>
        <w:t>multimedialną</w:t>
      </w:r>
      <w:r w:rsidRPr="000B5AFF">
        <w:rPr>
          <w:rFonts w:ascii="Corbel" w:hAnsi="Corbel"/>
          <w:b w:val="0"/>
          <w:smallCaps w:val="0"/>
          <w:szCs w:val="24"/>
        </w:rPr>
        <w:t xml:space="preserve">, </w:t>
      </w:r>
      <w:r w:rsidRPr="00296C53" w:rsidR="00296C53">
        <w:rPr>
          <w:rFonts w:ascii="Corbel" w:hAnsi="Corbel"/>
          <w:b w:val="0"/>
          <w:smallCaps w:val="0"/>
          <w:szCs w:val="24"/>
        </w:rPr>
        <w:t>analiza tekstów z dyskusją, metoda projektów</w:t>
      </w:r>
    </w:p>
    <w:p w:rsidRPr="00731FC9" w:rsidR="00E960BB" w:rsidP="009C54AE" w:rsidRDefault="00E960BB" w14:paraId="1C033A8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731FC9" w:rsidR="0085747A" w:rsidP="009C54AE" w:rsidRDefault="00C61DC5" w14:paraId="42E846F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 </w:t>
      </w:r>
      <w:r w:rsidRPr="00731FC9" w:rsidR="0085747A">
        <w:rPr>
          <w:rFonts w:ascii="Corbel" w:hAnsi="Corbel"/>
          <w:smallCaps w:val="0"/>
          <w:szCs w:val="24"/>
        </w:rPr>
        <w:t>METODY I KRYTERIA OCENY</w:t>
      </w:r>
      <w:r w:rsidRPr="00731FC9" w:rsidR="009F4610">
        <w:rPr>
          <w:rFonts w:ascii="Corbel" w:hAnsi="Corbel"/>
          <w:smallCaps w:val="0"/>
          <w:szCs w:val="24"/>
        </w:rPr>
        <w:t xml:space="preserve"> </w:t>
      </w:r>
    </w:p>
    <w:p w:rsidRPr="00731FC9" w:rsidR="00923D7D" w:rsidP="009C54AE" w:rsidRDefault="00923D7D" w14:paraId="63F8243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D97398" w:rsidR="0085747A" w:rsidP="00D97398" w:rsidRDefault="0085747A" w14:paraId="41928BC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4.1 Sposoby weryfikacji efektów </w:t>
      </w:r>
      <w:r w:rsidRPr="00731FC9"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731FC9" w:rsidR="0085747A" w:rsidTr="00731FC9" w14:paraId="55A3759D" w14:textId="77777777">
        <w:tc>
          <w:tcPr>
            <w:tcW w:w="1962" w:type="dxa"/>
            <w:vAlign w:val="center"/>
          </w:tcPr>
          <w:p w:rsidRPr="00731FC9" w:rsidR="0085747A" w:rsidP="009C54AE" w:rsidRDefault="0071620A" w14:paraId="2E0A234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731FC9" w:rsidR="0085747A" w:rsidP="009C54AE" w:rsidRDefault="00F974DA" w14:paraId="55F8DCB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731FC9" w:rsidR="0085747A" w:rsidP="009C54AE" w:rsidRDefault="009F4610" w14:paraId="47377A7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731FC9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731FC9" w:rsidR="00923D7D" w:rsidP="009C54AE" w:rsidRDefault="0085747A" w14:paraId="366142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31FC9" w:rsidR="0085747A" w:rsidP="009C54AE" w:rsidRDefault="0085747A" w14:paraId="4C4D89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731FC9" w:rsidR="000B5AFF" w:rsidTr="00731FC9" w14:paraId="4BCFFAD6" w14:textId="77777777">
        <w:tc>
          <w:tcPr>
            <w:tcW w:w="1962" w:type="dxa"/>
          </w:tcPr>
          <w:p w:rsidRPr="00AD12CE" w:rsidR="000B5AFF" w:rsidP="00AD12CE" w:rsidRDefault="000B5AFF" w14:paraId="7AE3DE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D12CE" w:rsidR="000B5AFF" w:rsidP="00AD12CE" w:rsidRDefault="00F94E3F" w14:paraId="12CD668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0B5AFF" w:rsidP="00AD12CE" w:rsidRDefault="003543F4" w14:paraId="6CE29737" w14:textId="0C473B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6EDEAF07" w14:textId="77777777">
        <w:tc>
          <w:tcPr>
            <w:tcW w:w="1962" w:type="dxa"/>
          </w:tcPr>
          <w:p w:rsidRPr="00AD12CE" w:rsidR="003543F4" w:rsidP="00AD12CE" w:rsidRDefault="003543F4" w14:paraId="04D6C6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AD12CE" w:rsidR="003543F4" w:rsidP="00AD12CE" w:rsidRDefault="003543F4" w14:paraId="3E813FC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7F79632D" w14:textId="02E87B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1CF25A79" w14:textId="77777777">
        <w:tc>
          <w:tcPr>
            <w:tcW w:w="1962" w:type="dxa"/>
          </w:tcPr>
          <w:p w:rsidRPr="00AD12CE" w:rsidR="003543F4" w:rsidP="00AD12CE" w:rsidRDefault="003543F4" w14:paraId="6FED9F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AD12CE" w:rsidR="003543F4" w:rsidP="00AD12CE" w:rsidRDefault="003543F4" w14:paraId="09FF352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1EA78DA9" w14:textId="4A28DC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3E37D4C0" w14:textId="77777777">
        <w:tc>
          <w:tcPr>
            <w:tcW w:w="1962" w:type="dxa"/>
          </w:tcPr>
          <w:p w:rsidRPr="00AD12CE" w:rsidR="003543F4" w:rsidP="00AD12CE" w:rsidRDefault="003543F4" w14:paraId="188591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AD12CE" w:rsidR="003543F4" w:rsidP="00AD12CE" w:rsidRDefault="003543F4" w14:paraId="57362D2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546EEAF0" w14:textId="32CBB0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06A2C1E7" w14:textId="77777777">
        <w:tc>
          <w:tcPr>
            <w:tcW w:w="1962" w:type="dxa"/>
          </w:tcPr>
          <w:p w:rsidRPr="00AD12CE" w:rsidR="003543F4" w:rsidP="00AD12CE" w:rsidRDefault="003543F4" w14:paraId="7EE9A23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AD12CE" w:rsidR="003543F4" w:rsidP="00AD12CE" w:rsidRDefault="003543F4" w14:paraId="6401EB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38C20767" w14:textId="5589853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0FFC092E" w14:textId="77777777">
        <w:tc>
          <w:tcPr>
            <w:tcW w:w="1962" w:type="dxa"/>
          </w:tcPr>
          <w:p w:rsidRPr="00AD12CE" w:rsidR="003543F4" w:rsidP="00AD12CE" w:rsidRDefault="003543F4" w14:paraId="2CF579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AD12CE" w:rsidR="003543F4" w:rsidP="00AD12CE" w:rsidRDefault="003543F4" w14:paraId="603C977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0F8C2F37" w14:textId="559F07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75940576" w14:textId="77777777">
        <w:tc>
          <w:tcPr>
            <w:tcW w:w="1962" w:type="dxa"/>
          </w:tcPr>
          <w:p w:rsidRPr="00AD12CE" w:rsidR="003543F4" w:rsidP="00AD12CE" w:rsidRDefault="003543F4" w14:paraId="52F8E6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Pr="00AD12CE" w:rsidR="003543F4" w:rsidP="00AD12CE" w:rsidRDefault="003543F4" w14:paraId="319D7CD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01CB76AA" w14:textId="4E1327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1446D3B5" w14:textId="77777777">
        <w:tc>
          <w:tcPr>
            <w:tcW w:w="1962" w:type="dxa"/>
          </w:tcPr>
          <w:p w:rsidRPr="00AD12CE" w:rsidR="003543F4" w:rsidP="00AD12CE" w:rsidRDefault="003543F4" w14:paraId="4AA2786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Pr="00AD12CE" w:rsidR="003543F4" w:rsidP="00AD12CE" w:rsidRDefault="003543F4" w14:paraId="55F2E86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62CAAC74" w14:textId="2C5FB8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Pr="00731FC9" w:rsidR="003543F4" w:rsidTr="00731FC9" w14:paraId="3B70A604" w14:textId="77777777">
        <w:tc>
          <w:tcPr>
            <w:tcW w:w="1962" w:type="dxa"/>
          </w:tcPr>
          <w:p w:rsidRPr="00AD12CE" w:rsidR="003543F4" w:rsidP="00AD12CE" w:rsidRDefault="003543F4" w14:paraId="7C347A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12CE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:rsidRPr="00AD12CE" w:rsidR="003543F4" w:rsidP="00AD12CE" w:rsidRDefault="003543F4" w14:paraId="04395B7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 xml:space="preserve">Przygotowanie projektu o dofinansowanie </w:t>
            </w:r>
          </w:p>
        </w:tc>
        <w:tc>
          <w:tcPr>
            <w:tcW w:w="2117" w:type="dxa"/>
          </w:tcPr>
          <w:p w:rsidRPr="00AD12CE" w:rsidR="003543F4" w:rsidP="00AD12CE" w:rsidRDefault="003543F4" w14:paraId="2777D69A" w14:textId="77448E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12CE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Pr="00731FC9" w:rsidR="00923D7D" w:rsidP="009C54AE" w:rsidRDefault="00923D7D" w14:paraId="6B9DB9A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AD12CE" w:rsidRDefault="003E1941" w14:paraId="1CE7F91D" w14:textId="7DA3C96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4.2 </w:t>
      </w:r>
      <w:r w:rsidRPr="00731FC9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731FC9" w:rsidR="00923D7D">
        <w:rPr>
          <w:rFonts w:ascii="Corbel" w:hAnsi="Corbel"/>
          <w:smallCaps w:val="0"/>
          <w:szCs w:val="24"/>
        </w:rPr>
        <w:t xml:space="preserve"> </w:t>
      </w:r>
    </w:p>
    <w:p w:rsidRPr="00731FC9" w:rsidR="00A83C39" w:rsidP="00D97398" w:rsidRDefault="00A83C39" w14:paraId="0E0751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731FC9" w:rsidR="0085747A" w:rsidTr="00923D7D" w14:paraId="162070CD" w14:textId="77777777">
        <w:tc>
          <w:tcPr>
            <w:tcW w:w="9670" w:type="dxa"/>
          </w:tcPr>
          <w:p w:rsidR="0085747A" w:rsidP="00F94E3F" w:rsidRDefault="00F94E3F" w14:paraId="0A4C7E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w zespołach max 3 osobowych wniosku na realizację projektu społecznego. Projekt przygotowany będzie w generatorze wniosków (w zależności od dostępności konkursu).</w:t>
            </w:r>
          </w:p>
          <w:p w:rsidR="00F94E3F" w:rsidP="00F94E3F" w:rsidRDefault="00F94E3F" w14:paraId="33ADA5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Oceniane będą przygotowanie diagnozy, planu działania, harmonogramu, budżetu, ewaluacji, opisu potencjału wykonawcy.</w:t>
            </w:r>
          </w:p>
          <w:p w:rsidRPr="00F94E3F" w:rsidR="00F94E3F" w:rsidP="00F94E3F" w:rsidRDefault="00F94E3F" w14:paraId="27AE7A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Kryteria oceny projektu:</w:t>
            </w:r>
          </w:p>
          <w:p w:rsidRPr="00F94E3F" w:rsidR="00F94E3F" w:rsidP="00F94E3F" w:rsidRDefault="00F94E3F" w14:paraId="6B9652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oryginalność koncepcji (pomysłu)</w:t>
            </w:r>
          </w:p>
          <w:p w:rsidRPr="00F94E3F" w:rsidR="00F94E3F" w:rsidP="00F94E3F" w:rsidRDefault="00F94E3F" w14:paraId="00FA48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>poprawności postawionego problemu</w:t>
            </w:r>
          </w:p>
          <w:p w:rsidRPr="00F94E3F" w:rsidR="00F94E3F" w:rsidP="00F94E3F" w:rsidRDefault="00F94E3F" w14:paraId="1CC847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adekwatność zaproponowanego instrumentu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diagnostycznego</w:t>
            </w:r>
          </w:p>
          <w:p w:rsidRPr="00F94E3F" w:rsidR="00F94E3F" w:rsidP="00F94E3F" w:rsidRDefault="00F94E3F" w14:paraId="4A6AED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>znaczenia przewidywanych wyników grantu dla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ealizacji przedsięwzięcia społecznego</w:t>
            </w:r>
          </w:p>
          <w:p w:rsidRPr="00F94E3F" w:rsidR="00F94E3F" w:rsidP="00F94E3F" w:rsidRDefault="00F94E3F" w14:paraId="03163B3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•</w:t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F94E3F">
              <w:rPr>
                <w:rFonts w:ascii="Corbel" w:hAnsi="Corbel"/>
                <w:b w:val="0"/>
                <w:smallCaps w:val="0"/>
                <w:szCs w:val="24"/>
              </w:rPr>
              <w:t>terminowość złożenia projektu</w:t>
            </w:r>
          </w:p>
          <w:p w:rsidRPr="00F94E3F" w:rsidR="00F94E3F" w:rsidP="00F94E3F" w:rsidRDefault="00F94E3F" w14:paraId="06E9D9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od 1 do 5 pkt. za każde kryterium – razem maks. 30 punktów</w:t>
            </w:r>
          </w:p>
          <w:p w:rsidRPr="00F94E3F" w:rsidR="00F94E3F" w:rsidP="00F94E3F" w:rsidRDefault="00F94E3F" w14:paraId="5444835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Skala ocen: do 15– 2</w:t>
            </w:r>
          </w:p>
          <w:p w:rsidRPr="00F94E3F" w:rsidR="00F94E3F" w:rsidP="00F94E3F" w:rsidRDefault="00F94E3F" w14:paraId="636FF7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15  do 17 – 3</w:t>
            </w:r>
          </w:p>
          <w:p w:rsidRPr="00F94E3F" w:rsidR="00F94E3F" w:rsidP="00F94E3F" w:rsidRDefault="00F94E3F" w14:paraId="5984C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18 do 21 – 3,5 </w:t>
            </w:r>
          </w:p>
          <w:p w:rsidRPr="00F94E3F" w:rsidR="00F94E3F" w:rsidP="00F94E3F" w:rsidRDefault="00F94E3F" w14:paraId="557666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22 do 24 – 4</w:t>
            </w:r>
          </w:p>
          <w:p w:rsidRPr="00F94E3F" w:rsidR="00F94E3F" w:rsidP="00F94E3F" w:rsidRDefault="00F94E3F" w14:paraId="3A3A31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>od 25 do 27 – 4,5</w:t>
            </w:r>
          </w:p>
          <w:p w:rsidRPr="00731FC9" w:rsidR="00F94E3F" w:rsidP="00F94E3F" w:rsidRDefault="00F94E3F" w14:paraId="658ABA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E3F">
              <w:rPr>
                <w:rFonts w:ascii="Corbel" w:hAnsi="Corbel"/>
                <w:b w:val="0"/>
                <w:smallCaps w:val="0"/>
                <w:szCs w:val="24"/>
              </w:rPr>
              <w:t xml:space="preserve"> od 28 do 30 – 5</w:t>
            </w:r>
          </w:p>
        </w:tc>
      </w:tr>
    </w:tbl>
    <w:p w:rsidRPr="00731FC9" w:rsidR="0085747A" w:rsidP="009C54AE" w:rsidRDefault="0085747A" w14:paraId="75942ED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D97398" w:rsidR="0085747A" w:rsidP="00D97398" w:rsidRDefault="0085747A" w14:paraId="50D56A5C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31FC9">
        <w:rPr>
          <w:rFonts w:ascii="Corbel" w:hAnsi="Corbel"/>
          <w:b/>
          <w:sz w:val="24"/>
          <w:szCs w:val="24"/>
        </w:rPr>
        <w:t xml:space="preserve">5. </w:t>
      </w:r>
      <w:r w:rsidRPr="00731FC9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731FC9" w:rsidR="0085747A" w:rsidTr="00F53D02" w14:paraId="583EB9DA" w14:textId="77777777">
        <w:tc>
          <w:tcPr>
            <w:tcW w:w="4902" w:type="dxa"/>
            <w:vAlign w:val="center"/>
          </w:tcPr>
          <w:p w:rsidRPr="00731FC9" w:rsidR="0085747A" w:rsidP="009C54AE" w:rsidRDefault="00C61DC5" w14:paraId="265E224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731FC9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731FC9" w:rsidR="0085747A" w:rsidP="009C54AE" w:rsidRDefault="00C61DC5" w14:paraId="0455523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731FC9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31FC9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31F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731FC9" w:rsidR="000B5AFF" w:rsidTr="00F53D02" w14:paraId="0C7133DA" w14:textId="77777777">
        <w:tc>
          <w:tcPr>
            <w:tcW w:w="4902" w:type="dxa"/>
          </w:tcPr>
          <w:p w:rsidRPr="00731FC9" w:rsidR="000B5AFF" w:rsidP="000B5AFF" w:rsidRDefault="000B5AFF" w14:paraId="796CC5CB" w14:textId="50D5D4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:rsidRPr="00FE08FC" w:rsidR="000B5AFF" w:rsidP="000B5AFF" w:rsidRDefault="00F94E3F" w14:paraId="5CED08A3" w14:textId="77777777">
            <w:r>
              <w:t>3</w:t>
            </w:r>
            <w:r w:rsidRPr="00FE08FC" w:rsidR="000B5AFF">
              <w:t>0</w:t>
            </w:r>
          </w:p>
        </w:tc>
      </w:tr>
      <w:tr w:rsidRPr="00731FC9" w:rsidR="000B5AFF" w:rsidTr="00F53D02" w14:paraId="33A3129D" w14:textId="77777777">
        <w:tc>
          <w:tcPr>
            <w:tcW w:w="4902" w:type="dxa"/>
          </w:tcPr>
          <w:p w:rsidRPr="00731FC9" w:rsidR="000B5AFF" w:rsidP="000B5AFF" w:rsidRDefault="000B5AFF" w14:paraId="6DDEF5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Pr="00731FC9" w:rsidR="000B5AFF" w:rsidP="000B5AFF" w:rsidRDefault="000B5AFF" w14:paraId="1D7C4D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FE08FC" w:rsidR="000B5AFF" w:rsidP="000B5AFF" w:rsidRDefault="00CE2A37" w14:paraId="44C423ED" w14:textId="77777777">
            <w:r>
              <w:t>3</w:t>
            </w:r>
          </w:p>
        </w:tc>
      </w:tr>
      <w:tr w:rsidRPr="00731FC9" w:rsidR="000B5AFF" w:rsidTr="00F53D02" w14:paraId="2E6AE233" w14:textId="77777777">
        <w:tc>
          <w:tcPr>
            <w:tcW w:w="4902" w:type="dxa"/>
          </w:tcPr>
          <w:p w:rsidRPr="00731FC9" w:rsidR="000B5AFF" w:rsidP="000B5AFF" w:rsidRDefault="000B5AFF" w14:paraId="120DF0D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731FC9" w:rsidR="000B5AFF" w:rsidP="000B5AFF" w:rsidRDefault="000B5AFF" w14:paraId="3BDE5A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FE08FC" w:rsidR="000B5AFF" w:rsidP="000B5AFF" w:rsidRDefault="00CE2A37" w14:paraId="5C4A6E00" w14:textId="77777777">
            <w:r>
              <w:t>42</w:t>
            </w:r>
          </w:p>
        </w:tc>
      </w:tr>
      <w:tr w:rsidRPr="00731FC9" w:rsidR="000B5AFF" w:rsidTr="00F53D02" w14:paraId="3AE1047A" w14:textId="77777777">
        <w:tc>
          <w:tcPr>
            <w:tcW w:w="4902" w:type="dxa"/>
          </w:tcPr>
          <w:p w:rsidRPr="00731FC9" w:rsidR="000B5AFF" w:rsidP="000B5AFF" w:rsidRDefault="000B5AFF" w14:paraId="55747D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1F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FE08FC" w:rsidR="000B5AFF" w:rsidP="000B5AFF" w:rsidRDefault="00CE2A37" w14:paraId="70EFCEE4" w14:textId="77777777">
            <w:r>
              <w:t>75</w:t>
            </w:r>
          </w:p>
        </w:tc>
      </w:tr>
      <w:tr w:rsidRPr="00731FC9" w:rsidR="000B5AFF" w:rsidTr="00F53D02" w14:paraId="04F553FA" w14:textId="77777777">
        <w:tc>
          <w:tcPr>
            <w:tcW w:w="4902" w:type="dxa"/>
          </w:tcPr>
          <w:p w:rsidRPr="00731FC9" w:rsidR="000B5AFF" w:rsidP="000B5AFF" w:rsidRDefault="000B5AFF" w14:paraId="65759B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31F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0B5AFF" w:rsidP="000B5AFF" w:rsidRDefault="00CE2A37" w14:paraId="6BE32AFE" w14:textId="77777777">
            <w:r>
              <w:t>3</w:t>
            </w:r>
          </w:p>
        </w:tc>
      </w:tr>
    </w:tbl>
    <w:p w:rsidRPr="00731FC9" w:rsidR="0085747A" w:rsidP="009C54AE" w:rsidRDefault="00923D7D" w14:paraId="52A3617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31FC9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731FC9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731FC9" w:rsidR="003E1941" w:rsidP="009C54AE" w:rsidRDefault="003E1941" w14:paraId="60DF865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31FC9" w:rsidR="00A83C39" w:rsidP="00D97398" w:rsidRDefault="0071620A" w14:paraId="04391063" w14:textId="4332D3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6. </w:t>
      </w:r>
      <w:r w:rsidRPr="00731FC9" w:rsidR="0085747A">
        <w:rPr>
          <w:rFonts w:ascii="Corbel" w:hAnsi="Corbel"/>
          <w:smallCaps w:val="0"/>
          <w:szCs w:val="24"/>
        </w:rPr>
        <w:t>PRAKTYKI ZAWO</w:t>
      </w:r>
      <w:r w:rsidRPr="00731FC9" w:rsidR="009D3F3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366"/>
        <w:gridCol w:w="3969"/>
      </w:tblGrid>
      <w:tr w:rsidRPr="00731FC9" w:rsidR="00A83C39" w:rsidTr="00A83C39" w14:paraId="72327C27" w14:textId="77777777">
        <w:trPr>
          <w:trHeight w:val="397"/>
        </w:trPr>
        <w:tc>
          <w:tcPr>
            <w:tcW w:w="4366" w:type="dxa"/>
          </w:tcPr>
          <w:p w:rsidRPr="00731FC9" w:rsidR="00A83C39" w:rsidP="00A83C39" w:rsidRDefault="00A83C39" w14:paraId="64E8DD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Pr="00731FC9" w:rsidR="00A83C39" w:rsidP="00A83C39" w:rsidRDefault="00A83C39" w14:paraId="5494F972" w14:textId="6102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731FC9" w:rsidR="00A83C39" w:rsidTr="00A83C39" w14:paraId="3929C96C" w14:textId="77777777">
        <w:trPr>
          <w:trHeight w:val="397"/>
        </w:trPr>
        <w:tc>
          <w:tcPr>
            <w:tcW w:w="4366" w:type="dxa"/>
          </w:tcPr>
          <w:p w:rsidRPr="00731FC9" w:rsidR="00A83C39" w:rsidP="00A83C39" w:rsidRDefault="00A83C39" w14:paraId="15D1DA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F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Pr="00731FC9" w:rsidR="00A83C39" w:rsidP="00A83C39" w:rsidRDefault="00A83C39" w14:paraId="2EA6341B" w14:textId="37125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731FC9" w:rsidR="003E1941" w:rsidP="009C54AE" w:rsidRDefault="003E1941" w14:paraId="1321175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731FC9" w:rsidR="00675843" w:rsidP="009C54AE" w:rsidRDefault="00675843" w14:paraId="778A3089" w14:textId="0F7219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31FC9">
        <w:rPr>
          <w:rFonts w:ascii="Corbel" w:hAnsi="Corbel"/>
          <w:smallCaps w:val="0"/>
          <w:szCs w:val="24"/>
        </w:rPr>
        <w:t xml:space="preserve">7. </w:t>
      </w:r>
      <w:r w:rsidRPr="00731FC9" w:rsidR="0085747A">
        <w:rPr>
          <w:rFonts w:ascii="Corbel" w:hAnsi="Corbel"/>
          <w:smallCaps w:val="0"/>
          <w:szCs w:val="24"/>
        </w:rPr>
        <w:t>LITERATURA</w:t>
      </w:r>
      <w:r w:rsidRPr="00731FC9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7"/>
      </w:tblGrid>
      <w:tr w:rsidRPr="00731FC9" w:rsidR="0085747A" w:rsidTr="00AD12CE" w14:paraId="15B6CBCD" w14:textId="77777777">
        <w:trPr>
          <w:trHeight w:val="397"/>
        </w:trPr>
        <w:tc>
          <w:tcPr>
            <w:tcW w:w="9497" w:type="dxa"/>
          </w:tcPr>
          <w:p w:rsidR="0085747A" w:rsidP="009C54AE" w:rsidRDefault="0085747A" w14:paraId="0B74EB3D" w14:textId="1153D5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066C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7066CD" w:rsidR="007066CD" w:rsidP="009C54AE" w:rsidRDefault="007066CD" w14:paraId="5841489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AD12CE" w:rsidP="00246D0B" w:rsidRDefault="00246D0B" w14:paraId="2310F586" w14:textId="185A6949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Rada Młodych Naukowców (2013).</w:t>
            </w:r>
            <w:r w:rsidRP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46D0B" w:rsidR="00F94E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Jak napisać wniosek na finansowanie badań naukowych. </w:t>
            </w:r>
            <w:r w:rsidRPr="00F94E3F" w:rsid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Dostępna online: </w:t>
            </w:r>
            <w:hyperlink w:history="1" r:id="rId10">
              <w:r w:rsidRPr="00CA5CEE" w:rsidR="00AD12C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https://ifa.filg.uj.edu.pl/documents/4285783/cefdb80c-5e91-4f76-9b8f-825d1f2da56f</w:t>
              </w:r>
            </w:hyperlink>
            <w:r w:rsid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AD12CE" w:rsidP="00246D0B" w:rsidRDefault="00AD12CE" w14:paraId="21D85D9D" w14:textId="77777777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Grucza, B. red. (2012). </w:t>
            </w:r>
            <w:r w:rsidRPr="00AD12CE" w:rsidR="00F94E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ABC Zarządzania projektami miękkimi</w:t>
            </w:r>
            <w:r w:rsidRPr="00AD12C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F94E3F" w:rsid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AD12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Infrastruktury i Rozwoju. Departament Europejskiego Funduszu Społecznego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Pr="00731FC9" w:rsidR="00F94E3F" w:rsidP="00246D0B" w:rsidRDefault="00AD12CE" w14:paraId="7AB53B74" w14:textId="2EA44076">
            <w:pPr>
              <w:pStyle w:val="Punktygwne"/>
              <w:spacing w:before="0" w:after="0"/>
              <w:ind w:left="599" w:hanging="599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Plata-Nalborski, K. (2017). </w:t>
            </w:r>
            <w:r w:rsidRPr="00246D0B" w:rsidR="00F94E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Projekty z dotacj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ą</w:t>
            </w:r>
            <w:r w:rsidRPr="00246D0B" w:rsidR="00F94E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Poradnik </w:t>
            </w:r>
            <w:r w:rsidRPr="00246D0B" w:rsidR="00CE2A3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konsultanta, </w:t>
            </w:r>
            <w:r w:rsidRP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wnioskodawcy i</w:t>
            </w:r>
            <w:r w:rsidR="00246D0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246D0B" w:rsidR="00F94E3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beneficjenta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Gliwice:</w:t>
            </w:r>
            <w:r w:rsidR="00F94E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n. Dostępna online: </w:t>
            </w:r>
            <w:hyperlink w:history="1" r:id="rId11">
              <w:r w:rsidRPr="00CA5CEE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https://pdf.helion.pl/prodot/prodot.pdf</w:t>
              </w:r>
            </w:hyperlink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Pr="00731FC9" w:rsidR="0085747A" w:rsidTr="00AD12CE" w14:paraId="189DAE71" w14:textId="77777777">
        <w:trPr>
          <w:trHeight w:val="397"/>
        </w:trPr>
        <w:tc>
          <w:tcPr>
            <w:tcW w:w="9497" w:type="dxa"/>
          </w:tcPr>
          <w:p w:rsidR="0085747A" w:rsidP="009C54AE" w:rsidRDefault="0085747A" w14:paraId="20B5384A" w14:textId="5B8AD4F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066C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7066CD" w:rsidR="007066CD" w:rsidP="009C54AE" w:rsidRDefault="007066CD" w14:paraId="7819218E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E2A37" w:rsidP="009C54AE" w:rsidRDefault="00CE2A37" w14:paraId="633D26E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Dokumentacja projektowa</w:t>
            </w:r>
          </w:p>
          <w:p w:rsidRPr="00D97398" w:rsidR="00266588" w:rsidP="00DD61A1" w:rsidRDefault="00CE2A37" w14:paraId="3C0B4D3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Wnioski o dofinansowanie</w:t>
            </w:r>
          </w:p>
        </w:tc>
      </w:tr>
    </w:tbl>
    <w:p w:rsidR="007066CD" w:rsidP="00AD12CE" w:rsidRDefault="00AD12CE" w14:paraId="5061B0C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</w:t>
      </w:r>
    </w:p>
    <w:p w:rsidRPr="00731FC9" w:rsidR="0085747A" w:rsidP="00AD12CE" w:rsidRDefault="00AD12CE" w14:paraId="19164579" w14:textId="7529670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  <w:r w:rsidRPr="00731FC9" w:rsidR="008574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731FC9" w:rsidR="0085747A" w:rsidSect="007066CD">
      <w:footerReference w:type="default" r:id="rId12"/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01732" w:rsidP="00C16ABF" w:rsidRDefault="00401732" w14:paraId="42F4A66F" w14:textId="77777777">
      <w:pPr>
        <w:spacing w:after="0" w:line="240" w:lineRule="auto"/>
      </w:pPr>
      <w:r>
        <w:separator/>
      </w:r>
    </w:p>
  </w:endnote>
  <w:endnote w:type="continuationSeparator" w:id="0">
    <w:p w:rsidR="00401732" w:rsidP="00C16ABF" w:rsidRDefault="00401732" w14:paraId="5CD321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9687335"/>
      <w:docPartObj>
        <w:docPartGallery w:val="Page Numbers (Bottom of Page)"/>
        <w:docPartUnique/>
      </w:docPartObj>
    </w:sdtPr>
    <w:sdtContent>
      <w:p w:rsidR="0058149A" w:rsidRDefault="0058149A" w14:paraId="536EBF40" w14:textId="7777777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98">
          <w:rPr>
            <w:noProof/>
          </w:rPr>
          <w:t>2</w:t>
        </w:r>
        <w:r>
          <w:fldChar w:fldCharType="end"/>
        </w:r>
      </w:p>
    </w:sdtContent>
  </w:sdt>
  <w:p w:rsidR="0058149A" w:rsidRDefault="0058149A" w14:paraId="5AABD8C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01732" w:rsidP="00C16ABF" w:rsidRDefault="00401732" w14:paraId="057CBBAB" w14:textId="77777777">
      <w:pPr>
        <w:spacing w:after="0" w:line="240" w:lineRule="auto"/>
      </w:pPr>
      <w:r>
        <w:separator/>
      </w:r>
    </w:p>
  </w:footnote>
  <w:footnote w:type="continuationSeparator" w:id="0">
    <w:p w:rsidR="00401732" w:rsidP="00C16ABF" w:rsidRDefault="00401732" w14:paraId="10ECE9F1" w14:textId="77777777">
      <w:pPr>
        <w:spacing w:after="0" w:line="240" w:lineRule="auto"/>
      </w:pPr>
      <w:r>
        <w:continuationSeparator/>
      </w:r>
    </w:p>
  </w:footnote>
  <w:footnote w:id="1">
    <w:p w:rsidR="0058149A" w:rsidRDefault="0058149A" w14:paraId="0BF714D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45ECD"/>
    <w:multiLevelType w:val="hybridMultilevel"/>
    <w:tmpl w:val="31E45C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86687609">
    <w:abstractNumId w:val="0"/>
  </w:num>
  <w:num w:numId="2" w16cid:durableId="426577434">
    <w:abstractNumId w:val="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296"/>
    <w:rsid w:val="00012B95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AFF"/>
    <w:rsid w:val="000D04B0"/>
    <w:rsid w:val="000F1C57"/>
    <w:rsid w:val="000F5615"/>
    <w:rsid w:val="00101CF8"/>
    <w:rsid w:val="00124BFF"/>
    <w:rsid w:val="0012560E"/>
    <w:rsid w:val="00127108"/>
    <w:rsid w:val="00134B13"/>
    <w:rsid w:val="00135458"/>
    <w:rsid w:val="00146BC0"/>
    <w:rsid w:val="00153C41"/>
    <w:rsid w:val="00154381"/>
    <w:rsid w:val="001640A7"/>
    <w:rsid w:val="00164FA7"/>
    <w:rsid w:val="00166A03"/>
    <w:rsid w:val="00166C18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D0B"/>
    <w:rsid w:val="00266588"/>
    <w:rsid w:val="00281FF2"/>
    <w:rsid w:val="002857DE"/>
    <w:rsid w:val="00291567"/>
    <w:rsid w:val="00296C53"/>
    <w:rsid w:val="002A22BF"/>
    <w:rsid w:val="002A2389"/>
    <w:rsid w:val="002A33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3F4"/>
    <w:rsid w:val="00363F78"/>
    <w:rsid w:val="003811AF"/>
    <w:rsid w:val="003852B0"/>
    <w:rsid w:val="003A0A5B"/>
    <w:rsid w:val="003A1176"/>
    <w:rsid w:val="003A4230"/>
    <w:rsid w:val="003C0BAE"/>
    <w:rsid w:val="003D18A9"/>
    <w:rsid w:val="003D6CE2"/>
    <w:rsid w:val="003E1941"/>
    <w:rsid w:val="003E2FE6"/>
    <w:rsid w:val="003E49D5"/>
    <w:rsid w:val="003F205D"/>
    <w:rsid w:val="003F38C0"/>
    <w:rsid w:val="0040173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FE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277F"/>
    <w:rsid w:val="0050496F"/>
    <w:rsid w:val="00505CF4"/>
    <w:rsid w:val="00513B6F"/>
    <w:rsid w:val="00516297"/>
    <w:rsid w:val="00517C63"/>
    <w:rsid w:val="005363C4"/>
    <w:rsid w:val="00536BDE"/>
    <w:rsid w:val="00543ACC"/>
    <w:rsid w:val="00561C2A"/>
    <w:rsid w:val="0056696D"/>
    <w:rsid w:val="0058149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4B"/>
    <w:rsid w:val="006D050F"/>
    <w:rsid w:val="006D6139"/>
    <w:rsid w:val="006E5D65"/>
    <w:rsid w:val="006F1282"/>
    <w:rsid w:val="006F1FBC"/>
    <w:rsid w:val="006F31E2"/>
    <w:rsid w:val="00706544"/>
    <w:rsid w:val="007066CD"/>
    <w:rsid w:val="007072BA"/>
    <w:rsid w:val="0071620A"/>
    <w:rsid w:val="00724677"/>
    <w:rsid w:val="00725459"/>
    <w:rsid w:val="00731FC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FC1"/>
    <w:rsid w:val="007C4546"/>
    <w:rsid w:val="007D6E56"/>
    <w:rsid w:val="007F4155"/>
    <w:rsid w:val="0081554D"/>
    <w:rsid w:val="0081707E"/>
    <w:rsid w:val="00820585"/>
    <w:rsid w:val="0082552D"/>
    <w:rsid w:val="00840F07"/>
    <w:rsid w:val="008449B3"/>
    <w:rsid w:val="00844F60"/>
    <w:rsid w:val="008552A2"/>
    <w:rsid w:val="0085747A"/>
    <w:rsid w:val="008737E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039"/>
    <w:rsid w:val="009508DF"/>
    <w:rsid w:val="00950DAC"/>
    <w:rsid w:val="00954A07"/>
    <w:rsid w:val="00976F5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52C"/>
    <w:rsid w:val="00A83C39"/>
    <w:rsid w:val="00A84C85"/>
    <w:rsid w:val="00A97DE1"/>
    <w:rsid w:val="00AB053C"/>
    <w:rsid w:val="00AD1146"/>
    <w:rsid w:val="00AD12CE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4C1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5D6"/>
    <w:rsid w:val="00C70A26"/>
    <w:rsid w:val="00C7582D"/>
    <w:rsid w:val="00C766DF"/>
    <w:rsid w:val="00C90820"/>
    <w:rsid w:val="00C94B98"/>
    <w:rsid w:val="00CA2B96"/>
    <w:rsid w:val="00CA3E55"/>
    <w:rsid w:val="00CA5089"/>
    <w:rsid w:val="00CA731A"/>
    <w:rsid w:val="00CB37B5"/>
    <w:rsid w:val="00CD058C"/>
    <w:rsid w:val="00CD6897"/>
    <w:rsid w:val="00CE2A3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398"/>
    <w:rsid w:val="00DA2114"/>
    <w:rsid w:val="00DD61A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F0B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6104"/>
    <w:rsid w:val="00F27A7B"/>
    <w:rsid w:val="00F526AF"/>
    <w:rsid w:val="00F53D02"/>
    <w:rsid w:val="00F617C3"/>
    <w:rsid w:val="00F66C6A"/>
    <w:rsid w:val="00F7066B"/>
    <w:rsid w:val="00F83B28"/>
    <w:rsid w:val="00F94E3F"/>
    <w:rsid w:val="00F974DA"/>
    <w:rsid w:val="00FA1CB7"/>
    <w:rsid w:val="00FA46E5"/>
    <w:rsid w:val="00FB7DBA"/>
    <w:rsid w:val="00FC1C25"/>
    <w:rsid w:val="00FC3F45"/>
    <w:rsid w:val="00FD503F"/>
    <w:rsid w:val="00FD7589"/>
    <w:rsid w:val="00FE658F"/>
    <w:rsid w:val="00FF0118"/>
    <w:rsid w:val="00FF016A"/>
    <w:rsid w:val="00FF1401"/>
    <w:rsid w:val="00FF505B"/>
    <w:rsid w:val="00FF5E7D"/>
    <w:rsid w:val="0C6C34C2"/>
    <w:rsid w:val="11714643"/>
    <w:rsid w:val="1A44D359"/>
    <w:rsid w:val="33062EE7"/>
    <w:rsid w:val="3F76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B838"/>
  <w15:docId w15:val="{5B9EB04B-AAF5-4F03-89AB-1066BB330FF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2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3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pdf.helion.pl/prodot/prodot.pdf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ifa.filg.uj.edu.pl/documents/4285783/cefdb80c-5e91-4f76-9b8f-825d1f2da56f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2DD11C-4714-4FED-97EA-5A434FDF7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297BA6-2490-47D9-8F22-8AE0F6A84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CAAB4D-F329-472D-80B2-1E0C1CBAC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2019-11-30T10:18:00.0000000Z</lastPrinted>
  <dcterms:created xsi:type="dcterms:W3CDTF">2020-10-28T05:23:00.0000000Z</dcterms:created>
  <dcterms:modified xsi:type="dcterms:W3CDTF">2024-08-07T09:21:38.7354383Z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